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CEC" w:rsidRPr="0020270E" w:rsidRDefault="00FB7CEC" w:rsidP="00384DA3">
      <w:pPr>
        <w:rPr>
          <w:rFonts w:ascii="黑体" w:eastAsia="黑体" w:hAnsi="仿宋" w:cs="黑体"/>
          <w:sz w:val="32"/>
          <w:szCs w:val="32"/>
        </w:rPr>
      </w:pPr>
      <w:r w:rsidRPr="0020270E">
        <w:rPr>
          <w:rFonts w:ascii="黑体" w:eastAsia="黑体" w:hAnsi="仿宋" w:cs="黑体" w:hint="eastAsia"/>
          <w:sz w:val="32"/>
          <w:szCs w:val="32"/>
        </w:rPr>
        <w:t>附件</w:t>
      </w:r>
      <w:r w:rsidRPr="0020270E">
        <w:rPr>
          <w:rFonts w:ascii="黑体" w:eastAsia="黑体" w:hAnsi="仿宋" w:cs="黑体"/>
          <w:sz w:val="32"/>
          <w:szCs w:val="32"/>
        </w:rPr>
        <w:t>2</w:t>
      </w:r>
    </w:p>
    <w:p w:rsidR="00FB7CEC" w:rsidRDefault="00FB7CEC" w:rsidP="00384DA3">
      <w:pPr>
        <w:spacing w:line="300" w:lineRule="exact"/>
        <w:rPr>
          <w:rFonts w:eastAsia="黑体" w:cs="Times New Roman"/>
          <w:sz w:val="32"/>
          <w:szCs w:val="32"/>
        </w:rPr>
      </w:pPr>
    </w:p>
    <w:p w:rsidR="00FB7CEC" w:rsidRPr="000F3F87" w:rsidRDefault="00FB7CEC" w:rsidP="00393B3C">
      <w:pPr>
        <w:spacing w:afterLines="50" w:line="520" w:lineRule="exact"/>
        <w:jc w:val="center"/>
        <w:rPr>
          <w:rFonts w:ascii="宋体" w:cs="宋体"/>
          <w:b/>
          <w:bCs/>
          <w:sz w:val="36"/>
          <w:szCs w:val="36"/>
        </w:rPr>
      </w:pPr>
      <w:r w:rsidRPr="000F3F87">
        <w:rPr>
          <w:rFonts w:ascii="宋体" w:hAnsi="宋体" w:cs="宋体"/>
          <w:b/>
          <w:bCs/>
          <w:sz w:val="36"/>
          <w:szCs w:val="36"/>
        </w:rPr>
        <w:t>2015</w:t>
      </w:r>
      <w:r w:rsidRPr="000F3F87">
        <w:rPr>
          <w:rFonts w:ascii="宋体" w:hAnsi="宋体" w:cs="宋体" w:hint="eastAsia"/>
          <w:b/>
          <w:bCs/>
          <w:sz w:val="36"/>
          <w:szCs w:val="36"/>
        </w:rPr>
        <w:t>年“万人计划”教学名师候选人汇总表</w:t>
      </w:r>
    </w:p>
    <w:p w:rsidR="00FB7CEC" w:rsidRDefault="00FB7CEC" w:rsidP="00393B3C">
      <w:pPr>
        <w:spacing w:beforeLines="50" w:afterLines="50" w:line="520" w:lineRule="exact"/>
        <w:rPr>
          <w:rFonts w:cs="Times New Roman"/>
          <w:b/>
          <w:bCs/>
          <w:sz w:val="32"/>
          <w:szCs w:val="32"/>
        </w:rPr>
      </w:pPr>
      <w:r>
        <w:rPr>
          <w:rFonts w:hAnsi="宋体" w:cs="宋体" w:hint="eastAsia"/>
          <w:b/>
          <w:bCs/>
          <w:sz w:val="32"/>
          <w:szCs w:val="32"/>
        </w:rPr>
        <w:t>推荐部门（单位）：（公章）</w:t>
      </w:r>
    </w:p>
    <w:tbl>
      <w:tblPr>
        <w:tblW w:w="1417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16"/>
        <w:gridCol w:w="845"/>
        <w:gridCol w:w="2393"/>
        <w:gridCol w:w="1265"/>
        <w:gridCol w:w="2391"/>
        <w:gridCol w:w="3038"/>
        <w:gridCol w:w="2727"/>
      </w:tblGrid>
      <w:tr w:rsidR="00FB7CEC">
        <w:trPr>
          <w:trHeight w:val="1060"/>
        </w:trPr>
        <w:tc>
          <w:tcPr>
            <w:tcW w:w="1516" w:type="dxa"/>
            <w:vAlign w:val="center"/>
          </w:tcPr>
          <w:p w:rsidR="00FB7CEC" w:rsidRDefault="00FB7CEC" w:rsidP="00EE645A">
            <w:pPr>
              <w:widowControl/>
              <w:spacing w:line="520" w:lineRule="exact"/>
              <w:jc w:val="center"/>
              <w:rPr>
                <w:rFonts w:eastAsia="仿宋_GB2312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eastAsia="仿宋_GB2312" w:cs="仿宋_GB2312" w:hint="eastAsia"/>
                <w:b/>
                <w:bCs/>
                <w:kern w:val="0"/>
                <w:sz w:val="24"/>
                <w:szCs w:val="24"/>
              </w:rPr>
              <w:t>候选人姓名</w:t>
            </w:r>
          </w:p>
        </w:tc>
        <w:tc>
          <w:tcPr>
            <w:tcW w:w="845" w:type="dxa"/>
            <w:vAlign w:val="center"/>
          </w:tcPr>
          <w:p w:rsidR="00FB7CEC" w:rsidRDefault="00FB7CEC" w:rsidP="00EE645A">
            <w:pPr>
              <w:widowControl/>
              <w:spacing w:line="520" w:lineRule="exact"/>
              <w:jc w:val="center"/>
              <w:rPr>
                <w:rFonts w:eastAsia="仿宋_GB2312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eastAsia="仿宋_GB2312" w:cs="仿宋_GB2312" w:hint="eastAsia"/>
                <w:b/>
                <w:bCs/>
                <w:kern w:val="0"/>
                <w:sz w:val="24"/>
                <w:szCs w:val="24"/>
              </w:rPr>
              <w:t>年龄</w:t>
            </w:r>
          </w:p>
        </w:tc>
        <w:tc>
          <w:tcPr>
            <w:tcW w:w="2393" w:type="dxa"/>
            <w:vAlign w:val="center"/>
          </w:tcPr>
          <w:p w:rsidR="00FB7CEC" w:rsidRDefault="00FB7CEC" w:rsidP="00EE645A">
            <w:pPr>
              <w:widowControl/>
              <w:spacing w:line="520" w:lineRule="exact"/>
              <w:jc w:val="center"/>
              <w:rPr>
                <w:rFonts w:eastAsia="仿宋_GB2312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eastAsia="仿宋_GB2312" w:cs="仿宋_GB2312" w:hint="eastAsia"/>
                <w:b/>
                <w:bCs/>
                <w:kern w:val="0"/>
                <w:sz w:val="24"/>
                <w:szCs w:val="24"/>
              </w:rPr>
              <w:t>专业技术职务</w:t>
            </w:r>
          </w:p>
          <w:p w:rsidR="00FB7CEC" w:rsidRDefault="00FB7CEC" w:rsidP="00EE645A">
            <w:pPr>
              <w:widowControl/>
              <w:spacing w:line="520" w:lineRule="exact"/>
              <w:jc w:val="center"/>
              <w:rPr>
                <w:rFonts w:eastAsia="仿宋_GB2312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  <w:szCs w:val="24"/>
              </w:rPr>
              <w:t>/</w:t>
            </w:r>
            <w:r>
              <w:rPr>
                <w:rFonts w:eastAsia="仿宋_GB2312" w:cs="仿宋_GB2312" w:hint="eastAsia"/>
                <w:b/>
                <w:bCs/>
                <w:kern w:val="0"/>
                <w:sz w:val="24"/>
                <w:szCs w:val="24"/>
              </w:rPr>
              <w:t>职业资格证书</w:t>
            </w:r>
          </w:p>
        </w:tc>
        <w:tc>
          <w:tcPr>
            <w:tcW w:w="1265" w:type="dxa"/>
            <w:vAlign w:val="center"/>
          </w:tcPr>
          <w:p w:rsidR="00FB7CEC" w:rsidRDefault="00FB7CEC" w:rsidP="00EE645A">
            <w:pPr>
              <w:widowControl/>
              <w:spacing w:line="520" w:lineRule="exact"/>
              <w:jc w:val="center"/>
              <w:rPr>
                <w:rFonts w:eastAsia="仿宋_GB2312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eastAsia="仿宋_GB2312" w:cs="仿宋_GB2312" w:hint="eastAsia"/>
                <w:b/>
                <w:bCs/>
                <w:kern w:val="0"/>
                <w:sz w:val="24"/>
                <w:szCs w:val="24"/>
              </w:rPr>
              <w:t>行政职务</w:t>
            </w:r>
          </w:p>
        </w:tc>
        <w:tc>
          <w:tcPr>
            <w:tcW w:w="2391" w:type="dxa"/>
            <w:vAlign w:val="center"/>
          </w:tcPr>
          <w:p w:rsidR="00FB7CEC" w:rsidRDefault="00FB7CEC" w:rsidP="00EE645A">
            <w:pPr>
              <w:widowControl/>
              <w:spacing w:line="520" w:lineRule="exact"/>
              <w:jc w:val="center"/>
              <w:rPr>
                <w:rFonts w:eastAsia="仿宋_GB2312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eastAsia="仿宋_GB2312" w:cs="仿宋_GB2312" w:hint="eastAsia"/>
                <w:b/>
                <w:bCs/>
                <w:kern w:val="0"/>
                <w:sz w:val="24"/>
                <w:szCs w:val="24"/>
              </w:rPr>
              <w:t>主讲课程</w:t>
            </w:r>
          </w:p>
          <w:p w:rsidR="00FB7CEC" w:rsidRDefault="00FB7CEC" w:rsidP="00EE645A">
            <w:pPr>
              <w:widowControl/>
              <w:spacing w:line="520" w:lineRule="exact"/>
              <w:jc w:val="center"/>
              <w:rPr>
                <w:rFonts w:eastAsia="仿宋_GB2312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  <w:szCs w:val="24"/>
              </w:rPr>
              <w:t>/</w:t>
            </w:r>
            <w:r>
              <w:rPr>
                <w:rFonts w:eastAsia="仿宋_GB2312" w:cs="仿宋_GB2312" w:hint="eastAsia"/>
                <w:b/>
                <w:bCs/>
                <w:kern w:val="0"/>
                <w:sz w:val="24"/>
                <w:szCs w:val="24"/>
              </w:rPr>
              <w:t>教学专业领域</w:t>
            </w:r>
          </w:p>
        </w:tc>
        <w:tc>
          <w:tcPr>
            <w:tcW w:w="3038" w:type="dxa"/>
            <w:vAlign w:val="center"/>
          </w:tcPr>
          <w:p w:rsidR="00FB7CEC" w:rsidRDefault="00FB7CEC" w:rsidP="00EE645A">
            <w:pPr>
              <w:widowControl/>
              <w:spacing w:line="520" w:lineRule="exact"/>
              <w:jc w:val="center"/>
              <w:rPr>
                <w:rFonts w:eastAsia="仿宋_GB2312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eastAsia="仿宋_GB2312" w:cs="仿宋_GB2312" w:hint="eastAsia"/>
                <w:b/>
                <w:bCs/>
                <w:kern w:val="0"/>
                <w:sz w:val="24"/>
                <w:szCs w:val="24"/>
              </w:rPr>
              <w:t>所属学校、院（系）</w:t>
            </w:r>
          </w:p>
        </w:tc>
        <w:tc>
          <w:tcPr>
            <w:tcW w:w="2727" w:type="dxa"/>
            <w:vAlign w:val="center"/>
          </w:tcPr>
          <w:p w:rsidR="00FB7CEC" w:rsidRPr="007134B0" w:rsidRDefault="00FB7CEC" w:rsidP="00EE645A">
            <w:pPr>
              <w:widowControl/>
              <w:spacing w:line="520" w:lineRule="exact"/>
              <w:jc w:val="center"/>
              <w:rPr>
                <w:rFonts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eastAsia="仿宋_GB2312" w:cs="仿宋_GB2312" w:hint="eastAsia"/>
                <w:b/>
                <w:bCs/>
                <w:kern w:val="0"/>
                <w:sz w:val="24"/>
                <w:szCs w:val="24"/>
              </w:rPr>
              <w:t>类别</w:t>
            </w:r>
            <w:r w:rsidRPr="007134B0">
              <w:rPr>
                <w:rFonts w:eastAsia="仿宋_GB2312" w:cs="仿宋_GB2312" w:hint="eastAsia"/>
                <w:b/>
                <w:bCs/>
                <w:kern w:val="0"/>
                <w:sz w:val="24"/>
                <w:szCs w:val="24"/>
              </w:rPr>
              <w:t>（高等学校</w:t>
            </w:r>
            <w:r w:rsidRPr="007134B0">
              <w:rPr>
                <w:rFonts w:eastAsia="仿宋_GB2312"/>
                <w:b/>
                <w:bCs/>
                <w:kern w:val="0"/>
                <w:sz w:val="24"/>
                <w:szCs w:val="24"/>
              </w:rPr>
              <w:t>/</w:t>
            </w:r>
          </w:p>
          <w:p w:rsidR="00FB7CEC" w:rsidRDefault="00FB7CEC" w:rsidP="00EE645A">
            <w:pPr>
              <w:widowControl/>
              <w:spacing w:line="520" w:lineRule="exact"/>
              <w:jc w:val="center"/>
              <w:rPr>
                <w:rFonts w:eastAsia="仿宋_GB2312" w:cs="Times New Roman"/>
                <w:b/>
                <w:bCs/>
                <w:kern w:val="0"/>
                <w:sz w:val="24"/>
                <w:szCs w:val="24"/>
              </w:rPr>
            </w:pPr>
            <w:r w:rsidRPr="00BD7FAD">
              <w:rPr>
                <w:rFonts w:eastAsia="仿宋_GB2312" w:cs="仿宋_GB2312" w:hint="eastAsia"/>
                <w:b/>
                <w:bCs/>
                <w:kern w:val="0"/>
                <w:sz w:val="24"/>
                <w:szCs w:val="24"/>
              </w:rPr>
              <w:t>中等及中等以下学校</w:t>
            </w:r>
            <w:r w:rsidRPr="007134B0">
              <w:rPr>
                <w:rFonts w:eastAsia="仿宋_GB2312" w:cs="仿宋_GB2312" w:hint="eastAsia"/>
                <w:b/>
                <w:bCs/>
                <w:kern w:val="0"/>
                <w:sz w:val="24"/>
                <w:szCs w:val="24"/>
              </w:rPr>
              <w:t>）</w:t>
            </w:r>
          </w:p>
        </w:tc>
      </w:tr>
      <w:tr w:rsidR="00FB7CEC">
        <w:trPr>
          <w:trHeight w:hRule="exact" w:val="794"/>
        </w:trPr>
        <w:tc>
          <w:tcPr>
            <w:tcW w:w="1516" w:type="dxa"/>
            <w:vAlign w:val="center"/>
          </w:tcPr>
          <w:p w:rsidR="00FB7CEC" w:rsidRDefault="00FB7CEC" w:rsidP="00EE645A">
            <w:pPr>
              <w:spacing w:line="520" w:lineRule="exact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45" w:type="dxa"/>
            <w:vAlign w:val="center"/>
          </w:tcPr>
          <w:p w:rsidR="00FB7CEC" w:rsidRDefault="00FB7CEC" w:rsidP="00EE645A">
            <w:pPr>
              <w:spacing w:line="520" w:lineRule="exact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93" w:type="dxa"/>
            <w:vAlign w:val="center"/>
          </w:tcPr>
          <w:p w:rsidR="00FB7CEC" w:rsidRDefault="00FB7CEC" w:rsidP="00EE645A">
            <w:pPr>
              <w:spacing w:line="520" w:lineRule="exact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65" w:type="dxa"/>
            <w:vAlign w:val="center"/>
          </w:tcPr>
          <w:p w:rsidR="00FB7CEC" w:rsidRDefault="00FB7CEC" w:rsidP="00EE645A">
            <w:pPr>
              <w:spacing w:line="520" w:lineRule="exact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91" w:type="dxa"/>
            <w:vAlign w:val="center"/>
          </w:tcPr>
          <w:p w:rsidR="00FB7CEC" w:rsidRDefault="00FB7CEC" w:rsidP="00EE645A">
            <w:pPr>
              <w:spacing w:line="520" w:lineRule="exact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038" w:type="dxa"/>
            <w:vAlign w:val="center"/>
          </w:tcPr>
          <w:p w:rsidR="00FB7CEC" w:rsidRDefault="00FB7CEC" w:rsidP="00EE645A">
            <w:pPr>
              <w:spacing w:line="520" w:lineRule="exact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727" w:type="dxa"/>
            <w:vAlign w:val="center"/>
          </w:tcPr>
          <w:p w:rsidR="00FB7CEC" w:rsidRDefault="00FB7CEC" w:rsidP="00EE645A">
            <w:pPr>
              <w:spacing w:line="520" w:lineRule="exact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</w:tr>
      <w:tr w:rsidR="00FB7CEC">
        <w:trPr>
          <w:trHeight w:hRule="exact" w:val="794"/>
        </w:trPr>
        <w:tc>
          <w:tcPr>
            <w:tcW w:w="1516" w:type="dxa"/>
            <w:vAlign w:val="center"/>
          </w:tcPr>
          <w:p w:rsidR="00FB7CEC" w:rsidRDefault="00FB7CEC" w:rsidP="00EE645A">
            <w:pPr>
              <w:spacing w:line="520" w:lineRule="exact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45" w:type="dxa"/>
            <w:vAlign w:val="center"/>
          </w:tcPr>
          <w:p w:rsidR="00FB7CEC" w:rsidRDefault="00FB7CEC" w:rsidP="00EE645A">
            <w:pPr>
              <w:spacing w:line="520" w:lineRule="exact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93" w:type="dxa"/>
            <w:vAlign w:val="center"/>
          </w:tcPr>
          <w:p w:rsidR="00FB7CEC" w:rsidRDefault="00FB7CEC" w:rsidP="00EE645A">
            <w:pPr>
              <w:spacing w:line="520" w:lineRule="exact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65" w:type="dxa"/>
            <w:vAlign w:val="center"/>
          </w:tcPr>
          <w:p w:rsidR="00FB7CEC" w:rsidRDefault="00FB7CEC" w:rsidP="00EE645A">
            <w:pPr>
              <w:spacing w:line="520" w:lineRule="exact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91" w:type="dxa"/>
            <w:vAlign w:val="center"/>
          </w:tcPr>
          <w:p w:rsidR="00FB7CEC" w:rsidRDefault="00FB7CEC" w:rsidP="00EE645A">
            <w:pPr>
              <w:spacing w:line="520" w:lineRule="exact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038" w:type="dxa"/>
            <w:vAlign w:val="center"/>
          </w:tcPr>
          <w:p w:rsidR="00FB7CEC" w:rsidRDefault="00FB7CEC" w:rsidP="00EE645A">
            <w:pPr>
              <w:spacing w:line="520" w:lineRule="exact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727" w:type="dxa"/>
            <w:vAlign w:val="center"/>
          </w:tcPr>
          <w:p w:rsidR="00FB7CEC" w:rsidRDefault="00FB7CEC" w:rsidP="00EE645A">
            <w:pPr>
              <w:spacing w:line="520" w:lineRule="exact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</w:tr>
      <w:tr w:rsidR="00FB7CEC">
        <w:trPr>
          <w:trHeight w:hRule="exact" w:val="794"/>
        </w:trPr>
        <w:tc>
          <w:tcPr>
            <w:tcW w:w="1516" w:type="dxa"/>
            <w:vAlign w:val="center"/>
          </w:tcPr>
          <w:p w:rsidR="00FB7CEC" w:rsidRDefault="00FB7CEC" w:rsidP="00EE645A">
            <w:pPr>
              <w:spacing w:line="520" w:lineRule="exact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45" w:type="dxa"/>
            <w:vAlign w:val="center"/>
          </w:tcPr>
          <w:p w:rsidR="00FB7CEC" w:rsidRDefault="00FB7CEC" w:rsidP="00EE645A">
            <w:pPr>
              <w:spacing w:line="520" w:lineRule="exact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93" w:type="dxa"/>
            <w:vAlign w:val="center"/>
          </w:tcPr>
          <w:p w:rsidR="00FB7CEC" w:rsidRDefault="00FB7CEC" w:rsidP="00EE645A">
            <w:pPr>
              <w:spacing w:line="520" w:lineRule="exact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65" w:type="dxa"/>
            <w:vAlign w:val="center"/>
          </w:tcPr>
          <w:p w:rsidR="00FB7CEC" w:rsidRDefault="00FB7CEC" w:rsidP="00EE645A">
            <w:pPr>
              <w:spacing w:line="520" w:lineRule="exact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91" w:type="dxa"/>
            <w:vAlign w:val="center"/>
          </w:tcPr>
          <w:p w:rsidR="00FB7CEC" w:rsidRDefault="00FB7CEC" w:rsidP="00EE645A">
            <w:pPr>
              <w:spacing w:line="520" w:lineRule="exact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038" w:type="dxa"/>
            <w:vAlign w:val="center"/>
          </w:tcPr>
          <w:p w:rsidR="00FB7CEC" w:rsidRDefault="00FB7CEC" w:rsidP="00EE645A">
            <w:pPr>
              <w:spacing w:line="520" w:lineRule="exact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727" w:type="dxa"/>
            <w:vAlign w:val="center"/>
          </w:tcPr>
          <w:p w:rsidR="00FB7CEC" w:rsidRDefault="00FB7CEC" w:rsidP="00EE645A">
            <w:pPr>
              <w:spacing w:line="520" w:lineRule="exact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</w:tr>
      <w:tr w:rsidR="00FB7CEC">
        <w:trPr>
          <w:trHeight w:hRule="exact" w:val="794"/>
        </w:trPr>
        <w:tc>
          <w:tcPr>
            <w:tcW w:w="1516" w:type="dxa"/>
            <w:vAlign w:val="center"/>
          </w:tcPr>
          <w:p w:rsidR="00FB7CEC" w:rsidRDefault="00FB7CEC" w:rsidP="00EE645A">
            <w:pPr>
              <w:spacing w:line="520" w:lineRule="exact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45" w:type="dxa"/>
            <w:vAlign w:val="center"/>
          </w:tcPr>
          <w:p w:rsidR="00FB7CEC" w:rsidRDefault="00FB7CEC" w:rsidP="00EE645A">
            <w:pPr>
              <w:spacing w:line="520" w:lineRule="exact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93" w:type="dxa"/>
            <w:vAlign w:val="center"/>
          </w:tcPr>
          <w:p w:rsidR="00FB7CEC" w:rsidRDefault="00FB7CEC" w:rsidP="00EE645A">
            <w:pPr>
              <w:spacing w:line="520" w:lineRule="exact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65" w:type="dxa"/>
            <w:vAlign w:val="center"/>
          </w:tcPr>
          <w:p w:rsidR="00FB7CEC" w:rsidRDefault="00FB7CEC" w:rsidP="00EE645A">
            <w:pPr>
              <w:spacing w:line="520" w:lineRule="exact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91" w:type="dxa"/>
            <w:vAlign w:val="center"/>
          </w:tcPr>
          <w:p w:rsidR="00FB7CEC" w:rsidRDefault="00FB7CEC" w:rsidP="00EE645A">
            <w:pPr>
              <w:spacing w:line="520" w:lineRule="exact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038" w:type="dxa"/>
            <w:vAlign w:val="center"/>
          </w:tcPr>
          <w:p w:rsidR="00FB7CEC" w:rsidRDefault="00FB7CEC" w:rsidP="00EE645A">
            <w:pPr>
              <w:spacing w:line="520" w:lineRule="exact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727" w:type="dxa"/>
            <w:vAlign w:val="center"/>
          </w:tcPr>
          <w:p w:rsidR="00FB7CEC" w:rsidRDefault="00FB7CEC" w:rsidP="00EE645A">
            <w:pPr>
              <w:spacing w:line="520" w:lineRule="exact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</w:tr>
      <w:tr w:rsidR="00FB7CEC">
        <w:trPr>
          <w:trHeight w:hRule="exact" w:val="794"/>
        </w:trPr>
        <w:tc>
          <w:tcPr>
            <w:tcW w:w="1516" w:type="dxa"/>
            <w:vAlign w:val="center"/>
          </w:tcPr>
          <w:p w:rsidR="00FB7CEC" w:rsidRDefault="00FB7CEC" w:rsidP="00EE645A">
            <w:pPr>
              <w:spacing w:line="520" w:lineRule="exact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45" w:type="dxa"/>
            <w:vAlign w:val="center"/>
          </w:tcPr>
          <w:p w:rsidR="00FB7CEC" w:rsidRDefault="00FB7CEC" w:rsidP="00EE645A">
            <w:pPr>
              <w:spacing w:line="520" w:lineRule="exact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93" w:type="dxa"/>
            <w:vAlign w:val="center"/>
          </w:tcPr>
          <w:p w:rsidR="00FB7CEC" w:rsidRDefault="00FB7CEC" w:rsidP="00EE645A">
            <w:pPr>
              <w:spacing w:line="520" w:lineRule="exact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65" w:type="dxa"/>
            <w:vAlign w:val="center"/>
          </w:tcPr>
          <w:p w:rsidR="00FB7CEC" w:rsidRDefault="00FB7CEC" w:rsidP="00EE645A">
            <w:pPr>
              <w:spacing w:line="520" w:lineRule="exact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91" w:type="dxa"/>
            <w:vAlign w:val="center"/>
          </w:tcPr>
          <w:p w:rsidR="00FB7CEC" w:rsidRDefault="00FB7CEC" w:rsidP="00EE645A">
            <w:pPr>
              <w:spacing w:line="520" w:lineRule="exact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038" w:type="dxa"/>
            <w:vAlign w:val="center"/>
          </w:tcPr>
          <w:p w:rsidR="00FB7CEC" w:rsidRDefault="00FB7CEC" w:rsidP="00EE645A">
            <w:pPr>
              <w:spacing w:line="520" w:lineRule="exact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727" w:type="dxa"/>
            <w:vAlign w:val="center"/>
          </w:tcPr>
          <w:p w:rsidR="00FB7CEC" w:rsidRDefault="00FB7CEC" w:rsidP="00EE645A">
            <w:pPr>
              <w:spacing w:line="520" w:lineRule="exact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</w:tr>
    </w:tbl>
    <w:p w:rsidR="00FB7CEC" w:rsidRPr="008F5926" w:rsidRDefault="00FB7CEC" w:rsidP="00384DA3">
      <w:pPr>
        <w:rPr>
          <w:rFonts w:cs="Times New Roman"/>
        </w:rPr>
      </w:pPr>
    </w:p>
    <w:p w:rsidR="00FB7CEC" w:rsidRPr="001D0F3F" w:rsidRDefault="00FB7CEC" w:rsidP="00384DA3">
      <w:pPr>
        <w:rPr>
          <w:rFonts w:cs="Times New Roman"/>
        </w:rPr>
      </w:pPr>
    </w:p>
    <w:p w:rsidR="00FB7CEC" w:rsidRDefault="00FB7CEC">
      <w:pPr>
        <w:rPr>
          <w:rFonts w:cs="Times New Roman"/>
        </w:rPr>
      </w:pPr>
    </w:p>
    <w:sectPr w:rsidR="00FB7CEC" w:rsidSect="003B073B">
      <w:pgSz w:w="16838" w:h="11906" w:orient="landscape" w:code="9"/>
      <w:pgMar w:top="1797" w:right="1440" w:bottom="1797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4DA3"/>
    <w:rsid w:val="000B3833"/>
    <w:rsid w:val="000F3F87"/>
    <w:rsid w:val="001A0B7A"/>
    <w:rsid w:val="001D0F3F"/>
    <w:rsid w:val="0020270E"/>
    <w:rsid w:val="00265395"/>
    <w:rsid w:val="002978ED"/>
    <w:rsid w:val="00384DA3"/>
    <w:rsid w:val="00393B3C"/>
    <w:rsid w:val="003B073B"/>
    <w:rsid w:val="00405398"/>
    <w:rsid w:val="00426729"/>
    <w:rsid w:val="004B2D9F"/>
    <w:rsid w:val="00546F3E"/>
    <w:rsid w:val="005B38BC"/>
    <w:rsid w:val="006001F9"/>
    <w:rsid w:val="007134B0"/>
    <w:rsid w:val="00757A66"/>
    <w:rsid w:val="008F5926"/>
    <w:rsid w:val="00920E31"/>
    <w:rsid w:val="009317B7"/>
    <w:rsid w:val="009A174D"/>
    <w:rsid w:val="00B74B8F"/>
    <w:rsid w:val="00BD21CB"/>
    <w:rsid w:val="00BD7FAD"/>
    <w:rsid w:val="00C85A0C"/>
    <w:rsid w:val="00D52E44"/>
    <w:rsid w:val="00DC6409"/>
    <w:rsid w:val="00E25CA5"/>
    <w:rsid w:val="00E87D80"/>
    <w:rsid w:val="00EE645A"/>
    <w:rsid w:val="00F35CAF"/>
    <w:rsid w:val="00F87EFB"/>
    <w:rsid w:val="00FB7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4DA3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23</Words>
  <Characters>134</Characters>
  <Application>Microsoft Office Outlook</Application>
  <DocSecurity>0</DocSecurity>
  <Lines>0</Lines>
  <Paragraphs>0</Paragraphs>
  <ScaleCrop>false</ScaleCrop>
  <Company>Sky123.Org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</dc:title>
  <dc:subject/>
  <dc:creator>lenovo</dc:creator>
  <cp:keywords/>
  <dc:description/>
  <cp:lastModifiedBy>Sky123.Org</cp:lastModifiedBy>
  <cp:revision>3</cp:revision>
  <dcterms:created xsi:type="dcterms:W3CDTF">2015-07-06T02:50:00Z</dcterms:created>
  <dcterms:modified xsi:type="dcterms:W3CDTF">2015-07-06T02:52:00Z</dcterms:modified>
</cp:coreProperties>
</file>